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7F" w:rsidRPr="005E5FAF" w:rsidRDefault="0096407F" w:rsidP="00963B5A">
      <w:pPr>
        <w:rPr>
          <w:rFonts w:ascii="Calibri" w:hAnsi="Calibri" w:cs="Calibri"/>
          <w:b/>
          <w:bCs/>
          <w:sz w:val="20"/>
          <w:szCs w:val="20"/>
          <w:u w:val="single"/>
          <w:lang w:val="en-US"/>
        </w:rPr>
      </w:pPr>
      <w:r w:rsidRPr="005E5FAF">
        <w:rPr>
          <w:rFonts w:ascii="Calibri" w:hAnsi="Calibri" w:cs="Calibri"/>
          <w:b/>
          <w:bCs/>
          <w:sz w:val="20"/>
          <w:szCs w:val="20"/>
          <w:u w:val="single"/>
          <w:lang w:val="en-US"/>
        </w:rPr>
        <w:t>Law and Order</w:t>
      </w:r>
    </w:p>
    <w:p w:rsidR="0096407F" w:rsidRPr="005E5FAF" w:rsidRDefault="0096407F" w:rsidP="00963B5A">
      <w:pPr>
        <w:rPr>
          <w:rFonts w:ascii="Calibri" w:hAnsi="Calibri" w:cs="Calibri"/>
          <w:i/>
          <w:iCs/>
          <w:sz w:val="20"/>
          <w:szCs w:val="20"/>
          <w:lang w:val="en-US"/>
        </w:rPr>
      </w:pPr>
      <w:r w:rsidRPr="005E5FAF">
        <w:rPr>
          <w:rFonts w:ascii="Calibri" w:hAnsi="Calibri" w:cs="Calibri"/>
          <w:i/>
          <w:iCs/>
          <w:sz w:val="20"/>
          <w:szCs w:val="20"/>
          <w:lang w:val="en-US"/>
        </w:rPr>
        <w:t>1) Match the words with their definitions</w:t>
      </w:r>
    </w:p>
    <w:tbl>
      <w:tblPr>
        <w:tblStyle w:val="TableGrid"/>
        <w:tblW w:w="0" w:type="auto"/>
        <w:tblInd w:w="-106" w:type="dxa"/>
        <w:tblLook w:val="01E0"/>
      </w:tblPr>
      <w:tblGrid>
        <w:gridCol w:w="3289"/>
        <w:gridCol w:w="6282"/>
      </w:tblGrid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1. theft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a. someone kept in a police station or prison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2. detained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b. a formal promise, especially one made in a court of law 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3. to plead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c. facts, statements, or objects that help to prove whether someone has committed a crime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4. oath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d. someone who sees a crime, accident, or other event happen 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5. a fine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e. when a judge … someone, they officially state what someone’s punishment will be 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6. to investigate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f. metal rings that a police officer puts round a prisoner’s wrists to stop them from using their hands or arms 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7. a witness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g. the crime of stealing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8. to sentence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h. an amount of money that you have to pay because you have broken the law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9. evidence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i. to say in a court of law whether you are guilty of a crime or not </w:t>
            </w:r>
          </w:p>
        </w:tc>
      </w:tr>
      <w:tr w:rsidR="0096407F" w:rsidRPr="005E5FAF" w:rsidTr="00205BFC">
        <w:tc>
          <w:tcPr>
            <w:tcW w:w="3528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10. handcuffs</w:t>
            </w:r>
          </w:p>
        </w:tc>
        <w:tc>
          <w:tcPr>
            <w:tcW w:w="6840" w:type="dxa"/>
          </w:tcPr>
          <w:p w:rsidR="0096407F" w:rsidRPr="005E5FAF" w:rsidRDefault="0096407F" w:rsidP="00205BFC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sz w:val="20"/>
                <w:szCs w:val="20"/>
                <w:lang w:val="en-US"/>
              </w:rPr>
              <w:t>j. to try to find out the facts about something in order to learn the truth about it</w:t>
            </w:r>
          </w:p>
        </w:tc>
      </w:tr>
    </w:tbl>
    <w:p w:rsidR="0096407F" w:rsidRPr="005E5FAF" w:rsidRDefault="0096407F" w:rsidP="00963B5A">
      <w:pPr>
        <w:rPr>
          <w:rFonts w:ascii="Calibri" w:hAnsi="Calibri" w:cs="Calibri"/>
          <w:sz w:val="20"/>
          <w:szCs w:val="20"/>
          <w:lang w:val="en-US"/>
        </w:rPr>
      </w:pPr>
    </w:p>
    <w:p w:rsidR="0096407F" w:rsidRPr="005E5FAF" w:rsidRDefault="0096407F" w:rsidP="00963B5A">
      <w:pPr>
        <w:rPr>
          <w:rFonts w:ascii="Calibri" w:hAnsi="Calibri" w:cs="Calibri"/>
          <w:i/>
          <w:iCs/>
          <w:sz w:val="20"/>
          <w:szCs w:val="20"/>
          <w:lang w:val="en-US"/>
        </w:rPr>
      </w:pPr>
      <w:r w:rsidRPr="005E5FAF">
        <w:rPr>
          <w:rFonts w:ascii="Calibri" w:hAnsi="Calibri" w:cs="Calibri"/>
          <w:i/>
          <w:iCs/>
          <w:sz w:val="20"/>
          <w:szCs w:val="20"/>
          <w:lang w:val="en-US"/>
        </w:rPr>
        <w:t>2) Put each of the following words in its correct place in the passage below</w:t>
      </w:r>
    </w:p>
    <w:p w:rsidR="0096407F" w:rsidRPr="005E5FAF" w:rsidRDefault="0096407F" w:rsidP="00963B5A">
      <w:pPr>
        <w:rPr>
          <w:rFonts w:ascii="Calibri" w:hAnsi="Calibri" w:cs="Calibri"/>
          <w:b/>
          <w:bCs/>
          <w:sz w:val="20"/>
          <w:szCs w:val="20"/>
          <w:lang w:val="en-US"/>
        </w:rPr>
      </w:pPr>
      <w:r w:rsidRPr="005E5FAF">
        <w:rPr>
          <w:rFonts w:ascii="Calibri" w:hAnsi="Calibri" w:cs="Calibri"/>
          <w:b/>
          <w:bCs/>
          <w:sz w:val="20"/>
          <w:szCs w:val="20"/>
          <w:lang w:val="en-US"/>
        </w:rPr>
        <w:t>An arrest</w:t>
      </w:r>
    </w:p>
    <w:tbl>
      <w:tblPr>
        <w:tblStyle w:val="TableGri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96407F" w:rsidRPr="005E5FAF" w:rsidTr="00205BFC">
        <w:tc>
          <w:tcPr>
            <w:tcW w:w="10368" w:type="dxa"/>
          </w:tcPr>
          <w:p w:rsidR="0096407F" w:rsidRPr="005E5FAF" w:rsidRDefault="0096407F" w:rsidP="00205BFC">
            <w:pPr>
              <w:jc w:val="both"/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</w:pPr>
            <w:r w:rsidRPr="005E5FAF"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  <w:t>Theft    pleaded    fingerprints     witnesses    evidence    found     arrest     oath    inves</w:t>
            </w:r>
            <w:r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  <w:t xml:space="preserve">tigate    sentence    charge   cell   </w:t>
            </w:r>
            <w:r w:rsidRPr="005E5FAF"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  <w:t>detained    fine    court    magistrate    handcuff</w:t>
            </w:r>
          </w:p>
        </w:tc>
      </w:tr>
    </w:tbl>
    <w:p w:rsidR="0096407F" w:rsidRPr="005E5FAF" w:rsidRDefault="0096407F" w:rsidP="00963B5A">
      <w:pPr>
        <w:jc w:val="both"/>
        <w:rPr>
          <w:rFonts w:ascii="Calibri" w:hAnsi="Calibri" w:cs="Calibri"/>
          <w:sz w:val="20"/>
          <w:szCs w:val="20"/>
          <w:lang w:val="en-US"/>
        </w:rPr>
      </w:pPr>
      <w:r w:rsidRPr="005E5FAF">
        <w:rPr>
          <w:rFonts w:ascii="Calibri" w:hAnsi="Calibri" w:cs="Calibri"/>
          <w:sz w:val="20"/>
          <w:szCs w:val="20"/>
          <w:lang w:val="en-US"/>
        </w:rPr>
        <w:t>A policeman was sent to (a) ________ the disappearance of some property from a hotel. When he arrived, he found that the hotel staff had caught a boy in one of the rooms with a camera and some cash. When the policeman tried to (b) _______ the boy, he became violent and the policeman had to (c) _______ him. At the police station the boy could not give a satisfactory explanation for his actions and the police decided to (d) _______ him with the (e) ________ of the camera and cash. They took his (f) _______, locked him in a (g) _______, and (h) _______ him overnight. The next morning he appeared in (i) _______ before the (j) _______. He took an (k) ________ and (l) ________ not guilty. Two (m) ________, the owner of the property and a member of the hotel staff, gave (n) ________. After both sides of the case had been heard the boy was (o) _______ guilty. He had to pay a (p) ________ of £50 and he was given a (q) _______ of three months in prison suspended for two years.</w:t>
      </w:r>
    </w:p>
    <w:p w:rsidR="0096407F" w:rsidRPr="00963B5A" w:rsidRDefault="0096407F" w:rsidP="00963B5A">
      <w:pPr>
        <w:rPr>
          <w:rFonts w:ascii="Calibri" w:hAnsi="Calibri" w:cs="Calibri"/>
          <w:b/>
          <w:bCs/>
          <w:sz w:val="20"/>
          <w:szCs w:val="20"/>
          <w:u w:val="single"/>
          <w:lang w:val="en-US"/>
        </w:rPr>
      </w:pPr>
    </w:p>
    <w:p w:rsidR="0096407F" w:rsidRPr="00963B5A" w:rsidRDefault="0096407F">
      <w:pPr>
        <w:rPr>
          <w:lang w:val="en-US"/>
        </w:rPr>
      </w:pPr>
    </w:p>
    <w:sectPr w:rsidR="0096407F" w:rsidRPr="00963B5A" w:rsidSect="00964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B5A"/>
    <w:rsid w:val="00205BFC"/>
    <w:rsid w:val="005E5FAF"/>
    <w:rsid w:val="00963B5A"/>
    <w:rsid w:val="0096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B5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3B5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322</Words>
  <Characters>1836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Law and Order</dc:title>
  <dc:subject/>
  <dc:creator>Саша</dc:creator>
  <cp:keywords/>
  <dc:description/>
  <cp:lastModifiedBy>Саша</cp:lastModifiedBy>
  <cp:revision>1</cp:revision>
  <dcterms:created xsi:type="dcterms:W3CDTF">2011-10-16T13:59:00Z</dcterms:created>
  <dcterms:modified xsi:type="dcterms:W3CDTF">2011-10-16T14:00:00Z</dcterms:modified>
</cp:coreProperties>
</file>